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17546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</w:p>
    <w:p w14:paraId="0CECD55A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</w:p>
    <w:p w14:paraId="74C185C7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  <w:r w:rsidRPr="00FF2608">
        <w:rPr>
          <w:rFonts w:eastAsia="Calibri"/>
          <w:b/>
          <w:sz w:val="40"/>
          <w:szCs w:val="40"/>
          <w:lang w:eastAsia="de-DE"/>
        </w:rPr>
        <w:t>Übergänge gestalten</w:t>
      </w:r>
    </w:p>
    <w:p w14:paraId="3F362A50" w14:textId="77777777" w:rsidR="00355780" w:rsidRPr="00FF2608" w:rsidRDefault="00355780" w:rsidP="00355780">
      <w:pPr>
        <w:jc w:val="center"/>
        <w:rPr>
          <w:rFonts w:eastAsia="Calibri"/>
          <w:sz w:val="40"/>
          <w:szCs w:val="40"/>
          <w:lang w:eastAsia="de-DE"/>
        </w:rPr>
      </w:pPr>
      <w:r w:rsidRPr="00FF2608">
        <w:rPr>
          <w:rFonts w:eastAsia="Calibri"/>
          <w:sz w:val="40"/>
          <w:szCs w:val="40"/>
          <w:lang w:eastAsia="de-DE"/>
        </w:rPr>
        <w:t xml:space="preserve">Umgang mit Heterogenität in den Eingangsklassen </w:t>
      </w:r>
      <w:r w:rsidRPr="00FF2608">
        <w:rPr>
          <w:rFonts w:eastAsia="Calibri"/>
          <w:sz w:val="40"/>
          <w:szCs w:val="40"/>
          <w:lang w:eastAsia="de-DE"/>
        </w:rPr>
        <w:br/>
        <w:t>der Berufskollegs und Beruflichen Gymnasien</w:t>
      </w:r>
    </w:p>
    <w:p w14:paraId="1C02250B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</w:p>
    <w:p w14:paraId="1953D2A4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</w:p>
    <w:p w14:paraId="3FC4A788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  <w:r w:rsidRPr="00FF2608">
        <w:rPr>
          <w:rFonts w:eastAsia="Calibri"/>
          <w:b/>
          <w:sz w:val="40"/>
          <w:szCs w:val="40"/>
          <w:lang w:eastAsia="de-DE"/>
        </w:rPr>
        <w:t>Fach Volks-und Betriebswirtschaftslehre</w:t>
      </w:r>
    </w:p>
    <w:p w14:paraId="765BF0F5" w14:textId="77777777" w:rsidR="00355780" w:rsidRPr="00FF2608" w:rsidRDefault="00355780" w:rsidP="00355780">
      <w:pPr>
        <w:jc w:val="center"/>
        <w:rPr>
          <w:rFonts w:eastAsia="Calibri"/>
          <w:b/>
          <w:sz w:val="40"/>
          <w:szCs w:val="40"/>
          <w:lang w:eastAsia="de-DE"/>
        </w:rPr>
      </w:pPr>
    </w:p>
    <w:p w14:paraId="4037DE11" w14:textId="77777777" w:rsidR="00355780" w:rsidRPr="00FF2608" w:rsidRDefault="00355780" w:rsidP="00355780">
      <w:pPr>
        <w:spacing w:line="360" w:lineRule="auto"/>
        <w:rPr>
          <w:rFonts w:eastAsia="Calibri"/>
          <w:sz w:val="28"/>
          <w:szCs w:val="28"/>
        </w:rPr>
      </w:pPr>
    </w:p>
    <w:p w14:paraId="3A4EFDC7" w14:textId="77777777" w:rsidR="00355780" w:rsidRPr="00FF2608" w:rsidRDefault="00355780" w:rsidP="00355780">
      <w:pPr>
        <w:spacing w:line="360" w:lineRule="auto"/>
        <w:rPr>
          <w:rFonts w:eastAsia="Calibri"/>
          <w:sz w:val="28"/>
          <w:szCs w:val="28"/>
        </w:rPr>
      </w:pPr>
    </w:p>
    <w:p w14:paraId="036A9FB3" w14:textId="77777777" w:rsidR="00355780" w:rsidRPr="00FF2608" w:rsidRDefault="00355780" w:rsidP="00355780">
      <w:pPr>
        <w:spacing w:line="360" w:lineRule="auto"/>
        <w:rPr>
          <w:rFonts w:eastAsia="Calibri"/>
          <w:sz w:val="28"/>
          <w:szCs w:val="28"/>
        </w:rPr>
      </w:pPr>
    </w:p>
    <w:p w14:paraId="2C7D58CA" w14:textId="77777777" w:rsidR="00355780" w:rsidRPr="00FF2608" w:rsidRDefault="00355780" w:rsidP="00355780">
      <w:pPr>
        <w:rPr>
          <w:rFonts w:eastAsia="Calibri"/>
          <w:b/>
          <w:szCs w:val="22"/>
        </w:rPr>
      </w:pPr>
    </w:p>
    <w:p w14:paraId="5FC41127" w14:textId="77777777" w:rsidR="00355780" w:rsidRPr="00FF2608" w:rsidRDefault="00355780" w:rsidP="00355780">
      <w:pPr>
        <w:rPr>
          <w:rFonts w:eastAsia="Calibri"/>
          <w:b/>
          <w:szCs w:val="22"/>
        </w:rPr>
      </w:pPr>
    </w:p>
    <w:p w14:paraId="7FD2E1DA" w14:textId="77777777" w:rsidR="00355780" w:rsidRPr="00E217D9" w:rsidRDefault="00355780" w:rsidP="00355780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Redaktionelle Bearbeitung:</w:t>
      </w:r>
    </w:p>
    <w:p w14:paraId="64054ACD" w14:textId="77777777" w:rsidR="00BE6B62" w:rsidRDefault="00BE6B62" w:rsidP="00B73EAE">
      <w:pPr>
        <w:rPr>
          <w:rFonts w:ascii="Calibri" w:hAnsi="Calibri" w:cs="Calibri"/>
        </w:rPr>
      </w:pPr>
      <w:bookmarkStart w:id="0" w:name="_GoBack"/>
      <w:bookmarkEnd w:id="0"/>
    </w:p>
    <w:p w14:paraId="3BA2D960" w14:textId="25837CF2" w:rsidR="00BE6B62" w:rsidRDefault="00606118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>Redaktion:</w:t>
      </w:r>
      <w:r>
        <w:rPr>
          <w:rFonts w:ascii="Calibri" w:hAnsi="Calibri" w:cs="Calibri"/>
        </w:rPr>
        <w:tab/>
      </w:r>
      <w:r w:rsidR="005B4A1D">
        <w:rPr>
          <w:rFonts w:ascii="Calibri" w:hAnsi="Calibri" w:cs="Calibri"/>
        </w:rPr>
        <w:t>Nicole Wichmann, Landesinstitut für Schulentwicklung</w:t>
      </w:r>
      <w:r w:rsidR="004A6D02">
        <w:rPr>
          <w:rFonts w:ascii="Calibri" w:hAnsi="Calibri" w:cs="Calibri"/>
        </w:rPr>
        <w:tab/>
      </w:r>
      <w:r w:rsidR="004A6D02">
        <w:rPr>
          <w:rFonts w:ascii="Calibri" w:hAnsi="Calibri" w:cs="Calibri"/>
        </w:rPr>
        <w:tab/>
      </w:r>
      <w:r w:rsidR="004A6D02">
        <w:rPr>
          <w:rFonts w:ascii="Calibri" w:hAnsi="Calibri" w:cs="Calibri"/>
        </w:rPr>
        <w:tab/>
      </w:r>
      <w:r w:rsidR="004A6D02">
        <w:rPr>
          <w:rFonts w:ascii="Calibri" w:hAnsi="Calibri" w:cs="Calibri"/>
        </w:rPr>
        <w:tab/>
      </w:r>
      <w:r w:rsidR="004A6D02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A6D02">
        <w:rPr>
          <w:rFonts w:ascii="Calibri" w:hAnsi="Calibri" w:cs="Calibri"/>
        </w:rPr>
        <w:t>Sylvia Seethaler</w:t>
      </w:r>
      <w:r w:rsidR="00E90DCE">
        <w:rPr>
          <w:rFonts w:ascii="Calibri" w:hAnsi="Calibri" w:cs="Calibri"/>
        </w:rPr>
        <w:t>, Landesinstitut für Schulentwicklung</w:t>
      </w:r>
    </w:p>
    <w:p w14:paraId="0D7A88E7" w14:textId="77777777" w:rsidR="005B4A1D" w:rsidRDefault="005B4A1D" w:rsidP="00B73EAE">
      <w:pPr>
        <w:rPr>
          <w:rFonts w:ascii="Calibri" w:hAnsi="Calibri" w:cs="Calibri"/>
        </w:rPr>
      </w:pPr>
    </w:p>
    <w:p w14:paraId="30E2B0EE" w14:textId="405D1B11" w:rsidR="005B4A1D" w:rsidRDefault="005B4A1D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>Autor: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Andrea Eichler-Seitz, Carl-Theodor-Schule Schwetzingen</w:t>
      </w:r>
    </w:p>
    <w:p w14:paraId="2C263C76" w14:textId="4EE43C22" w:rsidR="005B4A1D" w:rsidRDefault="005B4A1D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Robin Heine, </w:t>
      </w:r>
      <w:proofErr w:type="spellStart"/>
      <w:r>
        <w:rPr>
          <w:rFonts w:ascii="Calibri" w:hAnsi="Calibri" w:cs="Calibri"/>
        </w:rPr>
        <w:t>Humpis</w:t>
      </w:r>
      <w:proofErr w:type="spellEnd"/>
      <w:r>
        <w:rPr>
          <w:rFonts w:ascii="Calibri" w:hAnsi="Calibri" w:cs="Calibri"/>
        </w:rPr>
        <w:t>-Schule Ravensburg</w:t>
      </w:r>
    </w:p>
    <w:p w14:paraId="5C68D2AF" w14:textId="24E3BFD7" w:rsidR="005B4A1D" w:rsidRDefault="005B4A1D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Monika Schaumann, Robert-Fran</w:t>
      </w:r>
      <w:r w:rsidR="00C73DEE">
        <w:rPr>
          <w:rFonts w:ascii="Calibri" w:hAnsi="Calibri" w:cs="Calibri"/>
        </w:rPr>
        <w:t>c</w:t>
      </w:r>
      <w:r>
        <w:rPr>
          <w:rFonts w:ascii="Calibri" w:hAnsi="Calibri" w:cs="Calibri"/>
        </w:rPr>
        <w:t>k-Schule Ludwigsburg</w:t>
      </w:r>
    </w:p>
    <w:p w14:paraId="34265996" w14:textId="50436CA0" w:rsidR="005B4A1D" w:rsidRDefault="005B4A1D" w:rsidP="00B73EA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Alexander </w:t>
      </w:r>
      <w:proofErr w:type="spellStart"/>
      <w:r>
        <w:rPr>
          <w:rFonts w:ascii="Calibri" w:hAnsi="Calibri" w:cs="Calibri"/>
        </w:rPr>
        <w:t>Weinbeer</w:t>
      </w:r>
      <w:proofErr w:type="spellEnd"/>
      <w:r>
        <w:rPr>
          <w:rFonts w:ascii="Calibri" w:hAnsi="Calibri" w:cs="Calibri"/>
        </w:rPr>
        <w:t>, Robert-</w:t>
      </w:r>
      <w:proofErr w:type="spellStart"/>
      <w:r>
        <w:rPr>
          <w:rFonts w:ascii="Calibri" w:hAnsi="Calibri" w:cs="Calibri"/>
        </w:rPr>
        <w:t>Gerwig</w:t>
      </w:r>
      <w:proofErr w:type="spellEnd"/>
      <w:r>
        <w:rPr>
          <w:rFonts w:ascii="Calibri" w:hAnsi="Calibri" w:cs="Calibri"/>
        </w:rPr>
        <w:t>-Schule Singen</w:t>
      </w:r>
    </w:p>
    <w:p w14:paraId="7179F9BC" w14:textId="77777777" w:rsidR="00BE6B62" w:rsidRDefault="00BE6B62" w:rsidP="00B73EAE">
      <w:pPr>
        <w:rPr>
          <w:rFonts w:ascii="Calibri" w:hAnsi="Calibri" w:cs="Calibri"/>
        </w:rPr>
      </w:pPr>
    </w:p>
    <w:p w14:paraId="14B9C27D" w14:textId="346953E8" w:rsidR="00B73EAE" w:rsidRPr="009F6DC0" w:rsidRDefault="005B4A1D" w:rsidP="009F6DC0">
      <w:pPr>
        <w:pStyle w:val="Textkrper-Erstzeileneinzug"/>
        <w:ind w:firstLine="0"/>
        <w:rPr>
          <w:rFonts w:cstheme="minorHAnsi"/>
        </w:rPr>
      </w:pPr>
      <w:r>
        <w:rPr>
          <w:rFonts w:cstheme="minorHAnsi"/>
        </w:rPr>
        <w:t>Stand:</w:t>
      </w:r>
      <w:r w:rsidR="00F40B85">
        <w:rPr>
          <w:rFonts w:cstheme="minorHAnsi"/>
        </w:rPr>
        <w:tab/>
      </w:r>
      <w:r w:rsidR="00F40B85">
        <w:rPr>
          <w:rFonts w:cstheme="minorHAnsi"/>
        </w:rPr>
        <w:tab/>
      </w:r>
      <w:r w:rsidR="00FC27AD">
        <w:rPr>
          <w:rFonts w:cstheme="minorHAnsi"/>
        </w:rPr>
        <w:t>März</w:t>
      </w:r>
      <w:r>
        <w:rPr>
          <w:rFonts w:cstheme="minorHAnsi"/>
        </w:rPr>
        <w:t xml:space="preserve"> 201</w:t>
      </w:r>
      <w:r w:rsidR="00FC27AD">
        <w:rPr>
          <w:rFonts w:cstheme="minorHAnsi"/>
        </w:rPr>
        <w:t>8</w:t>
      </w:r>
    </w:p>
    <w:sectPr w:rsidR="00B73EAE" w:rsidRPr="009F6DC0" w:rsidSect="009D396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8C35F" w14:textId="77777777" w:rsidR="00964570" w:rsidRDefault="00964570" w:rsidP="001E03DE">
      <w:r>
        <w:separator/>
      </w:r>
    </w:p>
  </w:endnote>
  <w:endnote w:type="continuationSeparator" w:id="0">
    <w:p w14:paraId="0A15BC44" w14:textId="77777777" w:rsidR="00964570" w:rsidRDefault="0096457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A6A24" w14:textId="77777777" w:rsidR="00E45AFC" w:rsidRDefault="00E45AFC" w:rsidP="00F9078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55"/>
      <w:gridCol w:w="8051"/>
      <w:gridCol w:w="748"/>
    </w:tblGrid>
    <w:tr w:rsidR="00E45AFC" w14:paraId="3FDC0F2E" w14:textId="77777777" w:rsidTr="00795365">
      <w:trPr>
        <w:trHeight w:val="264"/>
      </w:trPr>
      <w:tc>
        <w:tcPr>
          <w:tcW w:w="1219" w:type="dxa"/>
        </w:tcPr>
        <w:p w14:paraId="7DD6DFB6" w14:textId="77777777" w:rsidR="00E45AFC" w:rsidRDefault="00E45AFC" w:rsidP="00795365">
          <w:pPr>
            <w:pStyle w:val="Fuzeile"/>
          </w:pPr>
        </w:p>
      </w:tc>
      <w:tc>
        <w:tcPr>
          <w:tcW w:w="12534" w:type="dxa"/>
        </w:tcPr>
        <w:p w14:paraId="3751340A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41464544" w14:textId="77777777" w:rsidR="00E45AFC" w:rsidRDefault="00E45AFC" w:rsidP="00795365">
          <w:pPr>
            <w:pStyle w:val="Fuzeile"/>
          </w:pPr>
        </w:p>
      </w:tc>
    </w:tr>
    <w:tr w:rsidR="00E45AFC" w14:paraId="4B50E84B" w14:textId="77777777" w:rsidTr="00795365">
      <w:trPr>
        <w:trHeight w:val="291"/>
      </w:trPr>
      <w:tc>
        <w:tcPr>
          <w:tcW w:w="1219" w:type="dxa"/>
        </w:tcPr>
        <w:p w14:paraId="783F2A81" w14:textId="77777777" w:rsidR="00E45AFC" w:rsidRDefault="00E45AFC" w:rsidP="00795365">
          <w:pPr>
            <w:pStyle w:val="Fuzeile"/>
          </w:pPr>
          <w:r>
            <w:t>Fach:</w:t>
          </w:r>
        </w:p>
      </w:tc>
      <w:tc>
        <w:tcPr>
          <w:tcW w:w="12534" w:type="dxa"/>
        </w:tcPr>
        <w:p w14:paraId="2A4E8C0E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225FABDC" w14:textId="77777777" w:rsidR="00E45AFC" w:rsidRDefault="00E45AFC" w:rsidP="00795365">
          <w:pPr>
            <w:pStyle w:val="Fuzeile"/>
          </w:pPr>
        </w:p>
      </w:tc>
    </w:tr>
    <w:tr w:rsidR="00E45AFC" w14:paraId="03284248" w14:textId="77777777" w:rsidTr="00795365">
      <w:trPr>
        <w:trHeight w:val="343"/>
      </w:trPr>
      <w:tc>
        <w:tcPr>
          <w:tcW w:w="1219" w:type="dxa"/>
        </w:tcPr>
        <w:p w14:paraId="79EC691F" w14:textId="77777777" w:rsidR="00E45AFC" w:rsidRPr="008A6B36" w:rsidRDefault="00E45AFC" w:rsidP="00795365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14:paraId="7D89CF55" w14:textId="77777777" w:rsidR="00E45AFC" w:rsidRDefault="00E45AFC" w:rsidP="00795365">
          <w:pPr>
            <w:pStyle w:val="Fuzeile"/>
          </w:pPr>
        </w:p>
      </w:tc>
      <w:tc>
        <w:tcPr>
          <w:tcW w:w="995" w:type="dxa"/>
        </w:tcPr>
        <w:p w14:paraId="2AE3E07F" w14:textId="350B1F5A" w:rsidR="00E45AFC" w:rsidRDefault="00E45AFC" w:rsidP="00795365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16363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14:paraId="3A8364FA" w14:textId="77777777" w:rsidR="00E45AFC" w:rsidRPr="00C1176F" w:rsidRDefault="00E45AFC" w:rsidP="00F9078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AA9AA" w14:textId="77777777" w:rsidR="00E45AFC" w:rsidRDefault="00E45AFC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9"/>
      <w:gridCol w:w="8114"/>
      <w:gridCol w:w="711"/>
    </w:tblGrid>
    <w:tr w:rsidR="00E45AFC" w14:paraId="51C44BCE" w14:textId="77777777" w:rsidTr="00A62F2D">
      <w:trPr>
        <w:trHeight w:val="264"/>
      </w:trPr>
      <w:tc>
        <w:tcPr>
          <w:tcW w:w="1219" w:type="dxa"/>
        </w:tcPr>
        <w:p w14:paraId="101B8845" w14:textId="77777777" w:rsidR="00E45AFC" w:rsidRDefault="00E45AFC" w:rsidP="00A62F2D">
          <w:pPr>
            <w:pStyle w:val="Fuzeile"/>
          </w:pPr>
        </w:p>
      </w:tc>
      <w:tc>
        <w:tcPr>
          <w:tcW w:w="12534" w:type="dxa"/>
        </w:tcPr>
        <w:p w14:paraId="0B478AAC" w14:textId="77777777" w:rsidR="00E45AFC" w:rsidRDefault="00E45AFC" w:rsidP="00A62F2D">
          <w:pPr>
            <w:pStyle w:val="Fuzeile"/>
          </w:pPr>
        </w:p>
      </w:tc>
      <w:tc>
        <w:tcPr>
          <w:tcW w:w="995" w:type="dxa"/>
        </w:tcPr>
        <w:p w14:paraId="529FA686" w14:textId="77777777" w:rsidR="00E45AFC" w:rsidRDefault="00E45AFC" w:rsidP="00A62F2D">
          <w:pPr>
            <w:pStyle w:val="Fuzeile"/>
          </w:pPr>
        </w:p>
      </w:tc>
    </w:tr>
    <w:tr w:rsidR="00E45AFC" w14:paraId="6931B96C" w14:textId="77777777" w:rsidTr="00A62F2D">
      <w:trPr>
        <w:trHeight w:val="291"/>
      </w:trPr>
      <w:tc>
        <w:tcPr>
          <w:tcW w:w="1219" w:type="dxa"/>
        </w:tcPr>
        <w:p w14:paraId="729CF19A" w14:textId="77777777" w:rsidR="00E45AFC" w:rsidRDefault="00E45AFC" w:rsidP="00A62F2D">
          <w:pPr>
            <w:pStyle w:val="Fuzeile"/>
          </w:pPr>
          <w:r>
            <w:t>Fach:</w:t>
          </w:r>
        </w:p>
      </w:tc>
      <w:tc>
        <w:tcPr>
          <w:tcW w:w="12534" w:type="dxa"/>
        </w:tcPr>
        <w:p w14:paraId="09EDA400" w14:textId="5B926589" w:rsidR="00E45AFC" w:rsidRDefault="00330CA5" w:rsidP="00A62F2D">
          <w:pPr>
            <w:pStyle w:val="Fuzeile"/>
          </w:pPr>
          <w:r>
            <w:t>Volks- und Betriebswirtschaftslehre</w:t>
          </w:r>
        </w:p>
      </w:tc>
      <w:tc>
        <w:tcPr>
          <w:tcW w:w="995" w:type="dxa"/>
        </w:tcPr>
        <w:p w14:paraId="7CB93BA2" w14:textId="77777777" w:rsidR="00E45AFC" w:rsidRDefault="00E45AFC" w:rsidP="00A62F2D">
          <w:pPr>
            <w:pStyle w:val="Fuzeile"/>
          </w:pPr>
        </w:p>
      </w:tc>
    </w:tr>
    <w:tr w:rsidR="00E45AFC" w14:paraId="452F6DBB" w14:textId="77777777" w:rsidTr="00A62F2D">
      <w:trPr>
        <w:trHeight w:val="343"/>
      </w:trPr>
      <w:tc>
        <w:tcPr>
          <w:tcW w:w="1219" w:type="dxa"/>
        </w:tcPr>
        <w:p w14:paraId="33A362F0" w14:textId="77777777" w:rsidR="00E45AFC" w:rsidRPr="008A6B36" w:rsidRDefault="00E45AFC" w:rsidP="00A62F2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2534" w:type="dxa"/>
        </w:tcPr>
        <w:p w14:paraId="1E1770F3" w14:textId="364BB249" w:rsidR="00E45AFC" w:rsidRDefault="005B4A1D" w:rsidP="00A62F2D">
          <w:pPr>
            <w:pStyle w:val="Fuzeile"/>
          </w:pPr>
          <w:r>
            <w:t>Redaktionelle Bearbeitung</w:t>
          </w:r>
        </w:p>
      </w:tc>
      <w:tc>
        <w:tcPr>
          <w:tcW w:w="995" w:type="dxa"/>
        </w:tcPr>
        <w:p w14:paraId="0454D301" w14:textId="1E74990E" w:rsidR="00E45AFC" w:rsidRDefault="00E45AFC" w:rsidP="00A62F2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35578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14:paraId="47918AC1" w14:textId="77777777" w:rsidR="00E45AFC" w:rsidRPr="00C1176F" w:rsidRDefault="00E45AFC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74D67" w14:textId="77777777" w:rsidR="00964570" w:rsidRDefault="00964570" w:rsidP="001E03DE">
      <w:r>
        <w:separator/>
      </w:r>
    </w:p>
  </w:footnote>
  <w:footnote w:type="continuationSeparator" w:id="0">
    <w:p w14:paraId="2BAA7AB7" w14:textId="77777777" w:rsidR="00964570" w:rsidRDefault="0096457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8DE40" w14:textId="77777777" w:rsidR="00E45AFC" w:rsidRPr="00F131AC" w:rsidRDefault="00E45AFC" w:rsidP="00F9078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5888" behindDoc="0" locked="0" layoutInCell="1" allowOverlap="1" wp14:anchorId="4D1C7821" wp14:editId="58397AE7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74" name="Gruppieren 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7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64D32" w14:textId="77777777" w:rsidR="00E45AFC" w:rsidRPr="00E20335" w:rsidRDefault="00E45AFC" w:rsidP="00F9078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76" name="Grafik 37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77" name="Gerade Verbindung 37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74" o:spid="_x0000_s1026" style="position:absolute;margin-left:50.3pt;margin-top:28.75pt;width:489.75pt;height:34.3pt;z-index:251685888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3ZVaN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yrdlVo0EAACSCgAADgAAAAAAAAAAAAAA&#10;AAA8AgAAZHJzL2Uyb0RvYy54bWxQSwECLQAUAAYACAAAACEAT6GuxboAAAAhAQAAGQAAAAAAAAAA&#10;AAAAAAD1BgAAZHJzL19yZWxzL2Uyb0RvYy54bWwucmVsc1BLAQItABQABgAIAAAAIQD0XuP43wAA&#10;AAsBAAAPAAAAAAAAAAAAAAAAAOY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xFcUA&#10;AADcAAAADwAAAGRycy9kb3ducmV2LnhtbESP3WrCQBSE74W+w3IKvZG6aWuMpm5CW1C81foAx+wx&#10;Cc2eDdltft7eLRS8HGbmG2abj6YRPXWutqzgZRGBIC6srrlUcP7ePa9BOI+ssbFMCiZykGcPsy2m&#10;2g58pP7kSxEg7FJUUHnfplK6oiKDbmFb4uBdbWfQB9mVUnc4BLhp5GsUraTBmsNChS19VVT8nH6N&#10;guthmMeb4bL35+S4XH1inVzspNTT4/jxDsLT6O/h//ZBK3hLYv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fEVxQAAANwAAAAPAAAAAAAAAAAAAAAAAJgCAABkcnMv&#10;ZG93bnJldi54bWxQSwUGAAAAAAQABAD1AAAAigMAAAAA&#10;" stroked="f">
                <v:textbox>
                  <w:txbxContent>
                    <w:p w14:paraId="14D64D32" w14:textId="77777777" w:rsidR="00E45AFC" w:rsidRPr="00E20335" w:rsidRDefault="00E45AFC" w:rsidP="00F9078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7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sncLEAAAA3AAAAA8AAABkcnMvZG93bnJldi54bWxEj0FrAjEUhO8F/0N4Qm81qQWV1ShtURCk&#10;imsvvT02z83i5mXZRF3/fSMIHoeZ+YaZLTpXiwu1ofKs4X2gQBAX3lRcavg9rN4mIEJENlh7Jg03&#10;CrCY915mmBl/5T1d8liKBOGQoQYbY5NJGQpLDsPAN8TJO/rWYUyyLaVp8ZrgrpZDpUbSYcVpwWJD&#10;35aKU352Gqr8Zzu5LVeF/dqrXb6MCjd/J61f+93nFESkLj7Dj/baaPgYj+B+Jh0BOf8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TsncLEAAAA3AAAAA8AAAAAAAAAAAAAAAAA&#10;nwIAAGRycy9kb3ducmV2LnhtbFBLBQYAAAAABAAEAPcAAACQAwAAAAA=&#10;">
                <v:imagedata r:id="rId2" o:title=""/>
                <v:path arrowok="t"/>
              </v:shape>
              <v:line id="Gerade Verbindung 37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dtYMQAAADcAAAADwAAAGRycy9kb3ducmV2LnhtbESPQWvCQBCF7wX/wzJCb3WjhRpSV1FR&#10;6UlQo70O2WkSmp0Nu2uM/94tFDw+3rzvzZstetOIjpyvLSsYjxIQxIXVNZcK8tP2LQXhA7LGxjIp&#10;uJOHxXzwMsNM2xsfqDuGUkQI+wwVVCG0mZS+qMigH9mWOHo/1hkMUbpSaoe3CDeNnCTJhzRYc2yo&#10;sKV1RcXv8WriG/vVLl93bPB+cN95Wowvm91Zqddhv/wEEagPz+P/9JdW8D6dwt+YSAA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R21g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  <w:p w14:paraId="06B3088F" w14:textId="77777777" w:rsidR="00E45AFC" w:rsidRPr="00F9078B" w:rsidRDefault="00E45AFC" w:rsidP="00F907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12D4B" w14:textId="77777777" w:rsidR="00E45AFC" w:rsidRPr="00F131AC" w:rsidRDefault="00E45AF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83840" behindDoc="0" locked="0" layoutInCell="1" allowOverlap="1" wp14:anchorId="302CE5DB" wp14:editId="457AD8A7">
              <wp:simplePos x="0" y="0"/>
              <wp:positionH relativeFrom="page">
                <wp:posOffset>638810</wp:posOffset>
              </wp:positionH>
              <wp:positionV relativeFrom="page">
                <wp:posOffset>365125</wp:posOffset>
              </wp:positionV>
              <wp:extent cx="6219893" cy="435600"/>
              <wp:effectExtent l="0" t="0" r="9525" b="3175"/>
              <wp:wrapNone/>
              <wp:docPr id="366" name="Gruppieren 3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6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D8F73" w14:textId="77777777" w:rsidR="00E45AFC" w:rsidRPr="00E20335" w:rsidRDefault="00E45AFC" w:rsidP="00A62F2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68" name="Grafik 36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69" name="Gerade Verbindung 369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66" o:spid="_x0000_s1030" style="position:absolute;margin-left:50.3pt;margin-top:28.75pt;width:489.75pt;height:34.3pt;z-index:2516838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NCx2CWOBAAAmQoAAA4AAAAAAAAAAAAA&#10;AAAAPAIAAGRycy9lMm9Eb2MueG1sUEsBAi0AFAAGAAgAAAAhAE+hrsW6AAAAIQEAABkAAAAAAAAA&#10;AAAAAAAA9gYAAGRycy9fcmVscy9lMm9Eb2MueG1sLnJlbHNQSwECLQAUAAYACAAAACEA9F7j+N8A&#10;AAALAQAADwAAAAAAAAAAAAAAAADn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5cJMMA&#10;AADcAAAADwAAAGRycy9kb3ducmV2LnhtbESP3YrCMBSE7xd8h3AEbxZNXddWq1FWwcVbfx7g2Bzb&#10;YnNSmmjr25uFBS+HmfmGWa47U4kHNa60rGA8ikAQZ1aXnCs4n3bDGQjnkTVWlknBkxysV72PJaba&#10;tnygx9HnIkDYpaig8L5OpXRZQQbdyNbEwbvaxqAPssmlbrANcFPJryiKpcGSw0KBNW0Lym7Hu1Fw&#10;3bef03l7+fXn5PAdb7BMLvap1KDf/SxAeOr8O/zf3msFkziBvzPhCM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5cJMMAAADcAAAADwAAAAAAAAAAAAAAAACYAgAAZHJzL2Rv&#10;d25yZXYueG1sUEsFBgAAAAAEAAQA9QAAAIgDAAAAAA==&#10;" stroked="f">
                <v:textbox>
                  <w:txbxContent>
                    <w:p w14:paraId="78ED8F73" w14:textId="77777777" w:rsidR="00E45AFC" w:rsidRPr="00E20335" w:rsidRDefault="00E45AFC" w:rsidP="00A62F2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68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mOvbCAAAA3AAAAA8AAABkcnMvZG93bnJldi54bWxET89rwjAUvg/2P4Qn7DYTJxSpRtlGC8KY&#10;w+plt0fz1hSbl9Jk2v73y0HY8eP7vdmNrhNXGkLrWcNirkAQ19603Gg4n8rnFYgQkQ12nknDRAF2&#10;28eHDebG3/hI1yo2IoVwyFGDjbHPpQy1JYdh7nvixP34wWFMcGikGfCWwl0nX5TKpMOWU4PFnt4t&#10;1Zfq12loq8/DairK2r4d1VdVRIUf3xetn2bj6xpEpDH+i+/uvdGwzNLadCYdAb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5jr2wgAAANwAAAAPAAAAAAAAAAAAAAAAAJ8C&#10;AABkcnMvZG93bnJldi54bWxQSwUGAAAAAAQABAD3AAAAjgMAAAAA&#10;">
                <v:imagedata r:id="rId2" o:title=""/>
                <v:path arrowok="t"/>
              </v:shape>
              <v:line id="Gerade Verbindung 369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3KVMQAAADcAAAADwAAAGRycy9kb3ducmV2LnhtbESPQWvCQBCF7wX/wzJCb3UTC6LRNai0&#10;0lNBG/U6ZMckmJ0Nu9sY/323UOjx8eZ9b94qH0wrenK+sawgnSQgiEurG64UFF/vL3MQPiBrbC2T&#10;ggd5yNejpxVm2t75QP0xVCJC2GeooA6hy6T0ZU0G/cR2xNG7WmcwROkqqR3eI9y0cpokM2mw4dhQ&#10;Y0e7msrb8dvENz63+2LXs8HHwV2KeZme3/YnpZ7Hw2YJItAQ/o//0h9awetsAb9jIgH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cpU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3D1A"/>
    <w:multiLevelType w:val="hybridMultilevel"/>
    <w:tmpl w:val="A4C251F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D6F85"/>
    <w:multiLevelType w:val="hybridMultilevel"/>
    <w:tmpl w:val="27A2C6E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47C88"/>
    <w:multiLevelType w:val="hybridMultilevel"/>
    <w:tmpl w:val="ECD8DD2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E34B7BE"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72B0004"/>
    <w:multiLevelType w:val="multilevel"/>
    <w:tmpl w:val="B1B2AA4A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D1A21"/>
    <w:multiLevelType w:val="hybridMultilevel"/>
    <w:tmpl w:val="4C42ED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6">
    <w:abstractNumId w:val="9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42"/>
    <w:rsid w:val="00044248"/>
    <w:rsid w:val="000721F3"/>
    <w:rsid w:val="00083D01"/>
    <w:rsid w:val="00092E73"/>
    <w:rsid w:val="000C36AE"/>
    <w:rsid w:val="000C7C2D"/>
    <w:rsid w:val="00101F05"/>
    <w:rsid w:val="0012087D"/>
    <w:rsid w:val="001731CC"/>
    <w:rsid w:val="0017479F"/>
    <w:rsid w:val="00186D22"/>
    <w:rsid w:val="0019250C"/>
    <w:rsid w:val="001A2103"/>
    <w:rsid w:val="001B7455"/>
    <w:rsid w:val="001C183B"/>
    <w:rsid w:val="001C318D"/>
    <w:rsid w:val="001D59EE"/>
    <w:rsid w:val="001E03DE"/>
    <w:rsid w:val="001E12B7"/>
    <w:rsid w:val="001F7478"/>
    <w:rsid w:val="00207D25"/>
    <w:rsid w:val="002223B8"/>
    <w:rsid w:val="0023700F"/>
    <w:rsid w:val="00255C48"/>
    <w:rsid w:val="002636D5"/>
    <w:rsid w:val="00272047"/>
    <w:rsid w:val="00296589"/>
    <w:rsid w:val="002C5C30"/>
    <w:rsid w:val="00330CA5"/>
    <w:rsid w:val="00355780"/>
    <w:rsid w:val="00361082"/>
    <w:rsid w:val="00391433"/>
    <w:rsid w:val="003948BC"/>
    <w:rsid w:val="003B28F2"/>
    <w:rsid w:val="003C4064"/>
    <w:rsid w:val="003C5057"/>
    <w:rsid w:val="003D3128"/>
    <w:rsid w:val="003D4585"/>
    <w:rsid w:val="003E5C13"/>
    <w:rsid w:val="003F0DD9"/>
    <w:rsid w:val="003F735A"/>
    <w:rsid w:val="00420298"/>
    <w:rsid w:val="00432738"/>
    <w:rsid w:val="004443DE"/>
    <w:rsid w:val="00444926"/>
    <w:rsid w:val="0044561B"/>
    <w:rsid w:val="00445B6B"/>
    <w:rsid w:val="0044650F"/>
    <w:rsid w:val="004577AF"/>
    <w:rsid w:val="00461999"/>
    <w:rsid w:val="00473542"/>
    <w:rsid w:val="004814DA"/>
    <w:rsid w:val="00485EBC"/>
    <w:rsid w:val="004A6D02"/>
    <w:rsid w:val="004B701A"/>
    <w:rsid w:val="004D0533"/>
    <w:rsid w:val="004D1BE8"/>
    <w:rsid w:val="004D338A"/>
    <w:rsid w:val="004D5C26"/>
    <w:rsid w:val="004E78AF"/>
    <w:rsid w:val="00520DB0"/>
    <w:rsid w:val="00525AA2"/>
    <w:rsid w:val="00526968"/>
    <w:rsid w:val="00545CC1"/>
    <w:rsid w:val="00585AD2"/>
    <w:rsid w:val="005B3365"/>
    <w:rsid w:val="005B4A1D"/>
    <w:rsid w:val="005B4FCF"/>
    <w:rsid w:val="005C1BF1"/>
    <w:rsid w:val="005E7375"/>
    <w:rsid w:val="005F6F02"/>
    <w:rsid w:val="006009EF"/>
    <w:rsid w:val="00600A66"/>
    <w:rsid w:val="00602094"/>
    <w:rsid w:val="006027D3"/>
    <w:rsid w:val="00606118"/>
    <w:rsid w:val="0060655B"/>
    <w:rsid w:val="00625F96"/>
    <w:rsid w:val="00653171"/>
    <w:rsid w:val="00654718"/>
    <w:rsid w:val="0066102B"/>
    <w:rsid w:val="006716F9"/>
    <w:rsid w:val="006907D6"/>
    <w:rsid w:val="00693BC2"/>
    <w:rsid w:val="006C5F39"/>
    <w:rsid w:val="006D7F2D"/>
    <w:rsid w:val="006E2F1A"/>
    <w:rsid w:val="00716CD7"/>
    <w:rsid w:val="00722DC0"/>
    <w:rsid w:val="00734FB4"/>
    <w:rsid w:val="00750816"/>
    <w:rsid w:val="0075654A"/>
    <w:rsid w:val="0077514A"/>
    <w:rsid w:val="007879FA"/>
    <w:rsid w:val="00790BB3"/>
    <w:rsid w:val="00795365"/>
    <w:rsid w:val="007A342F"/>
    <w:rsid w:val="007A44F5"/>
    <w:rsid w:val="007C4312"/>
    <w:rsid w:val="007C6140"/>
    <w:rsid w:val="007D526B"/>
    <w:rsid w:val="0082665D"/>
    <w:rsid w:val="008303B8"/>
    <w:rsid w:val="008559CF"/>
    <w:rsid w:val="00895182"/>
    <w:rsid w:val="008A359F"/>
    <w:rsid w:val="008A6B36"/>
    <w:rsid w:val="008A7911"/>
    <w:rsid w:val="008E5058"/>
    <w:rsid w:val="008E6E55"/>
    <w:rsid w:val="008E70AB"/>
    <w:rsid w:val="008F6C42"/>
    <w:rsid w:val="009004F3"/>
    <w:rsid w:val="009108C2"/>
    <w:rsid w:val="0091405E"/>
    <w:rsid w:val="0091471C"/>
    <w:rsid w:val="00916363"/>
    <w:rsid w:val="00921CA7"/>
    <w:rsid w:val="00924E77"/>
    <w:rsid w:val="009270FF"/>
    <w:rsid w:val="00930B4C"/>
    <w:rsid w:val="00930FBA"/>
    <w:rsid w:val="00934B0B"/>
    <w:rsid w:val="00943242"/>
    <w:rsid w:val="009533B3"/>
    <w:rsid w:val="0095481D"/>
    <w:rsid w:val="00957266"/>
    <w:rsid w:val="00964570"/>
    <w:rsid w:val="00974E94"/>
    <w:rsid w:val="009935DA"/>
    <w:rsid w:val="00993C06"/>
    <w:rsid w:val="009B540B"/>
    <w:rsid w:val="009C05F9"/>
    <w:rsid w:val="009D3963"/>
    <w:rsid w:val="009E7E07"/>
    <w:rsid w:val="009F6DC0"/>
    <w:rsid w:val="00A0311F"/>
    <w:rsid w:val="00A06B0B"/>
    <w:rsid w:val="00A160DC"/>
    <w:rsid w:val="00A21425"/>
    <w:rsid w:val="00A35CBA"/>
    <w:rsid w:val="00A53646"/>
    <w:rsid w:val="00A54E4F"/>
    <w:rsid w:val="00A62F2D"/>
    <w:rsid w:val="00A72E1C"/>
    <w:rsid w:val="00A73BD2"/>
    <w:rsid w:val="00A82AEA"/>
    <w:rsid w:val="00AB2DA8"/>
    <w:rsid w:val="00AB62DA"/>
    <w:rsid w:val="00AC27FA"/>
    <w:rsid w:val="00AC7248"/>
    <w:rsid w:val="00AE06DD"/>
    <w:rsid w:val="00AE3B56"/>
    <w:rsid w:val="00B05751"/>
    <w:rsid w:val="00B127D0"/>
    <w:rsid w:val="00B354A7"/>
    <w:rsid w:val="00B66373"/>
    <w:rsid w:val="00B73EAE"/>
    <w:rsid w:val="00B86A27"/>
    <w:rsid w:val="00B91C0A"/>
    <w:rsid w:val="00B94360"/>
    <w:rsid w:val="00BD5B2E"/>
    <w:rsid w:val="00BE293E"/>
    <w:rsid w:val="00BE6B62"/>
    <w:rsid w:val="00C03A1D"/>
    <w:rsid w:val="00C05697"/>
    <w:rsid w:val="00C07AA7"/>
    <w:rsid w:val="00C1176F"/>
    <w:rsid w:val="00C22DA6"/>
    <w:rsid w:val="00C329C9"/>
    <w:rsid w:val="00C42591"/>
    <w:rsid w:val="00C5614F"/>
    <w:rsid w:val="00C60FAC"/>
    <w:rsid w:val="00C632DC"/>
    <w:rsid w:val="00C71CA4"/>
    <w:rsid w:val="00C721BA"/>
    <w:rsid w:val="00C73DEE"/>
    <w:rsid w:val="00C809C8"/>
    <w:rsid w:val="00C823CC"/>
    <w:rsid w:val="00C92AA7"/>
    <w:rsid w:val="00CC5697"/>
    <w:rsid w:val="00CD6932"/>
    <w:rsid w:val="00CE63F0"/>
    <w:rsid w:val="00CF3F9B"/>
    <w:rsid w:val="00CF5C9B"/>
    <w:rsid w:val="00D3146A"/>
    <w:rsid w:val="00D437E5"/>
    <w:rsid w:val="00D61CB4"/>
    <w:rsid w:val="00D75424"/>
    <w:rsid w:val="00D77A2C"/>
    <w:rsid w:val="00D94DA9"/>
    <w:rsid w:val="00DA114A"/>
    <w:rsid w:val="00DC0B64"/>
    <w:rsid w:val="00DC660D"/>
    <w:rsid w:val="00DC7238"/>
    <w:rsid w:val="00DC7E46"/>
    <w:rsid w:val="00DD77E5"/>
    <w:rsid w:val="00E02A4E"/>
    <w:rsid w:val="00E06009"/>
    <w:rsid w:val="00E15C59"/>
    <w:rsid w:val="00E217D9"/>
    <w:rsid w:val="00E22644"/>
    <w:rsid w:val="00E35548"/>
    <w:rsid w:val="00E45AFC"/>
    <w:rsid w:val="00E504A0"/>
    <w:rsid w:val="00E82045"/>
    <w:rsid w:val="00E90DCE"/>
    <w:rsid w:val="00EA1FDD"/>
    <w:rsid w:val="00EA7CEA"/>
    <w:rsid w:val="00EB78EB"/>
    <w:rsid w:val="00EC2EBE"/>
    <w:rsid w:val="00EC395A"/>
    <w:rsid w:val="00EC78CF"/>
    <w:rsid w:val="00ED3ACE"/>
    <w:rsid w:val="00F131AC"/>
    <w:rsid w:val="00F15DD2"/>
    <w:rsid w:val="00F16361"/>
    <w:rsid w:val="00F31442"/>
    <w:rsid w:val="00F3399E"/>
    <w:rsid w:val="00F3667A"/>
    <w:rsid w:val="00F375C7"/>
    <w:rsid w:val="00F40B85"/>
    <w:rsid w:val="00F44A67"/>
    <w:rsid w:val="00F47534"/>
    <w:rsid w:val="00F51A96"/>
    <w:rsid w:val="00F51DD8"/>
    <w:rsid w:val="00F55621"/>
    <w:rsid w:val="00F55A01"/>
    <w:rsid w:val="00F64840"/>
    <w:rsid w:val="00F802EF"/>
    <w:rsid w:val="00F8225E"/>
    <w:rsid w:val="00F847C4"/>
    <w:rsid w:val="00F9078B"/>
    <w:rsid w:val="00F9677D"/>
    <w:rsid w:val="00FA306F"/>
    <w:rsid w:val="00FA7C2A"/>
    <w:rsid w:val="00FC27AD"/>
    <w:rsid w:val="00FC44E5"/>
    <w:rsid w:val="00FD2DB9"/>
    <w:rsid w:val="00FD7053"/>
    <w:rsid w:val="00FE3505"/>
    <w:rsid w:val="00FE7420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ED4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45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4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4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5AA2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5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5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5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5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36A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1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2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3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4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6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B4FC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A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A2C"/>
    <w:rPr>
      <w:rFonts w:ascii="Tahoma" w:hAnsi="Tahoma" w:cs="Tahoma"/>
      <w:sz w:val="16"/>
      <w:szCs w:val="1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36A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45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4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4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39983">
      <w:bodyDiv w:val="1"/>
      <w:marLeft w:val="450"/>
      <w:marRight w:val="450"/>
      <w:marTop w:val="45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3836">
              <w:marLeft w:val="0"/>
              <w:marRight w:val="0"/>
              <w:marTop w:val="0"/>
              <w:marBottom w:val="0"/>
              <w:divBdr>
                <w:top w:val="single" w:sz="18" w:space="0" w:color="980000"/>
                <w:left w:val="single" w:sz="18" w:space="0" w:color="980000"/>
                <w:bottom w:val="single" w:sz="18" w:space="0" w:color="980000"/>
                <w:right w:val="single" w:sz="18" w:space="0" w:color="980000"/>
              </w:divBdr>
              <w:divsChild>
                <w:div w:id="153846417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9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3869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6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7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7256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9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132530">
                  <w:marLeft w:val="-75"/>
                  <w:marRight w:val="-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0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\Dropbox\18_Austausch_LS_Gruppe_VBWL\Vorlagen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D1CF-49CA-4420-B202-E1B1268D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Heine</dc:creator>
  <cp:lastModifiedBy>Barbian, Markus (LS)</cp:lastModifiedBy>
  <cp:revision>11</cp:revision>
  <cp:lastPrinted>2016-11-07T13:26:00Z</cp:lastPrinted>
  <dcterms:created xsi:type="dcterms:W3CDTF">2017-10-03T14:10:00Z</dcterms:created>
  <dcterms:modified xsi:type="dcterms:W3CDTF">2018-07-06T13:20:00Z</dcterms:modified>
</cp:coreProperties>
</file>